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24" w:type="dxa"/>
        <w:tblLook w:val="0000" w:firstRow="0" w:lastRow="0" w:firstColumn="0" w:lastColumn="0" w:noHBand="0" w:noVBand="0"/>
      </w:tblPr>
      <w:tblGrid>
        <w:gridCol w:w="3947"/>
        <w:gridCol w:w="1128"/>
        <w:gridCol w:w="3949"/>
      </w:tblGrid>
      <w:tr w:rsidR="00AD622A" w:rsidRPr="00510575" w:rsidTr="003F3502">
        <w:trPr>
          <w:trHeight w:val="815"/>
        </w:trPr>
        <w:tc>
          <w:tcPr>
            <w:tcW w:w="3947" w:type="dxa"/>
            <w:tcBorders>
              <w:bottom w:val="single" w:sz="12" w:space="0" w:color="auto"/>
            </w:tcBorders>
            <w:vAlign w:val="center"/>
          </w:tcPr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Республика Алтай</w:t>
            </w:r>
          </w:p>
          <w:p w:rsidR="00AD622A" w:rsidRPr="00510575" w:rsidRDefault="007570DF" w:rsidP="00C05D34">
            <w:pPr>
              <w:pStyle w:val="3"/>
              <w:ind w:right="0"/>
              <w:jc w:val="center"/>
            </w:pPr>
            <w:r w:rsidRPr="00510575">
              <w:t>Администрация</w:t>
            </w:r>
          </w:p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муниципального образования</w:t>
            </w:r>
          </w:p>
          <w:p w:rsidR="007570DF" w:rsidRPr="00510575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510575">
              <w:rPr>
                <w:b/>
                <w:sz w:val="20"/>
              </w:rPr>
              <w:t>«Майминский район»</w:t>
            </w:r>
          </w:p>
          <w:p w:rsidR="00C05D34" w:rsidRPr="00510575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28" w:type="dxa"/>
            <w:tcBorders>
              <w:bottom w:val="single" w:sz="12" w:space="0" w:color="auto"/>
            </w:tcBorders>
          </w:tcPr>
          <w:p w:rsidR="007570DF" w:rsidRPr="00510575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510575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9" w:type="dxa"/>
            <w:tcBorders>
              <w:bottom w:val="single" w:sz="12" w:space="0" w:color="auto"/>
            </w:tcBorders>
          </w:tcPr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Алтай Республика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«</w:t>
            </w:r>
            <w:proofErr w:type="spellStart"/>
            <w:r w:rsidRPr="00510575">
              <w:t>Майма</w:t>
            </w:r>
            <w:proofErr w:type="spellEnd"/>
            <w:r w:rsidRPr="00510575">
              <w:t xml:space="preserve"> аймак» </w:t>
            </w:r>
            <w:proofErr w:type="spellStart"/>
            <w:r w:rsidRPr="00510575">
              <w:t>деп</w:t>
            </w:r>
            <w:proofErr w:type="spellEnd"/>
            <w:r w:rsidRPr="00510575">
              <w:t xml:space="preserve"> муниципал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510575">
              <w:t>т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Tahoma" w:hAnsi="Tahoma" w:cs="Tahoma"/>
                <w:sz w:val="18"/>
              </w:rPr>
              <w:t>з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8"/>
              </w:rPr>
              <w:t>лм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6"/>
              </w:rPr>
              <w:t>н</w:t>
            </w:r>
            <w:r w:rsidRPr="00510575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510575">
              <w:t xml:space="preserve"> </w:t>
            </w:r>
            <w:proofErr w:type="spellStart"/>
            <w:r w:rsidRPr="00510575">
              <w:t>администрациязы</w:t>
            </w:r>
            <w:proofErr w:type="spellEnd"/>
          </w:p>
        </w:tc>
      </w:tr>
      <w:tr w:rsidR="00AD622A" w:rsidRPr="00510575" w:rsidTr="003F3502">
        <w:trPr>
          <w:trHeight w:val="297"/>
        </w:trPr>
        <w:tc>
          <w:tcPr>
            <w:tcW w:w="3947" w:type="dxa"/>
            <w:tcBorders>
              <w:top w:val="single" w:sz="12" w:space="0" w:color="auto"/>
            </w:tcBorders>
          </w:tcPr>
          <w:p w:rsidR="00AD622A" w:rsidRPr="008C33AD" w:rsidRDefault="00F50423" w:rsidP="00827902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128" w:type="dxa"/>
            <w:tcBorders>
              <w:top w:val="single" w:sz="12" w:space="0" w:color="auto"/>
            </w:tcBorders>
          </w:tcPr>
          <w:p w:rsidR="00AD622A" w:rsidRPr="008C33AD" w:rsidRDefault="00AD622A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</w:p>
        </w:tc>
        <w:tc>
          <w:tcPr>
            <w:tcW w:w="3949" w:type="dxa"/>
            <w:tcBorders>
              <w:top w:val="single" w:sz="12" w:space="0" w:color="auto"/>
            </w:tcBorders>
          </w:tcPr>
          <w:p w:rsidR="00AD622A" w:rsidRPr="003A3292" w:rsidRDefault="00F50423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  <w:r w:rsidR="003A329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  <w:tr w:rsidR="00AD622A" w:rsidRPr="0088132A" w:rsidTr="003F3502">
        <w:trPr>
          <w:trHeight w:val="1607"/>
        </w:trPr>
        <w:tc>
          <w:tcPr>
            <w:tcW w:w="9024" w:type="dxa"/>
            <w:gridSpan w:val="3"/>
          </w:tcPr>
          <w:p w:rsidR="00AD622A" w:rsidRPr="0088132A" w:rsidRDefault="00627A2E" w:rsidP="00BC6A90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от</w:t>
            </w:r>
            <w:r w:rsidRPr="0088132A">
              <w:rPr>
                <w:sz w:val="27"/>
                <w:szCs w:val="27"/>
                <w:lang w:val="en-US"/>
              </w:rPr>
              <w:t xml:space="preserve"> </w:t>
            </w:r>
            <w:r w:rsidR="00AD622A" w:rsidRPr="0088132A">
              <w:rPr>
                <w:sz w:val="27"/>
                <w:szCs w:val="27"/>
              </w:rPr>
              <w:t>«____» ________________ 20</w:t>
            </w:r>
            <w:r w:rsidR="0056647A" w:rsidRPr="0088132A">
              <w:rPr>
                <w:sz w:val="27"/>
                <w:szCs w:val="27"/>
              </w:rPr>
              <w:t>2</w:t>
            </w:r>
            <w:r w:rsidR="004C1D3C">
              <w:rPr>
                <w:sz w:val="27"/>
                <w:szCs w:val="27"/>
              </w:rPr>
              <w:t>5</w:t>
            </w:r>
            <w:r w:rsidR="00AD622A" w:rsidRPr="0088132A">
              <w:rPr>
                <w:sz w:val="27"/>
                <w:szCs w:val="27"/>
              </w:rPr>
              <w:t xml:space="preserve"> года № ____</w:t>
            </w:r>
            <w:r w:rsidRPr="0088132A">
              <w:rPr>
                <w:sz w:val="27"/>
                <w:szCs w:val="27"/>
                <w:lang w:val="en-US"/>
              </w:rPr>
              <w:t>_</w:t>
            </w:r>
            <w:r w:rsidR="0070371F" w:rsidRPr="0088132A">
              <w:rPr>
                <w:sz w:val="27"/>
                <w:szCs w:val="27"/>
              </w:rPr>
              <w:t>__</w:t>
            </w:r>
          </w:p>
          <w:p w:rsidR="00510575" w:rsidRPr="0088132A" w:rsidRDefault="00AD622A" w:rsidP="00764686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с. Майма</w:t>
            </w:r>
          </w:p>
          <w:p w:rsidR="000917C1" w:rsidRPr="0088132A" w:rsidRDefault="000917C1" w:rsidP="0088132A">
            <w:pPr>
              <w:pStyle w:val="a5"/>
              <w:spacing w:before="480"/>
              <w:rPr>
                <w:sz w:val="27"/>
                <w:szCs w:val="27"/>
              </w:rPr>
            </w:pPr>
          </w:p>
        </w:tc>
      </w:tr>
    </w:tbl>
    <w:p w:rsidR="000917C1" w:rsidRPr="00BD19F7" w:rsidRDefault="005F2945" w:rsidP="00B5657B">
      <w:pPr>
        <w:spacing w:before="0" w:line="240" w:lineRule="auto"/>
        <w:ind w:left="0" w:right="0"/>
        <w:rPr>
          <w:b/>
          <w:sz w:val="28"/>
          <w:szCs w:val="28"/>
        </w:rPr>
      </w:pPr>
      <w:r w:rsidRPr="00BD19F7">
        <w:rPr>
          <w:b/>
          <w:sz w:val="28"/>
          <w:szCs w:val="28"/>
        </w:rPr>
        <w:t>О внесении изменений в</w:t>
      </w:r>
      <w:r w:rsidR="007C0EE4" w:rsidRPr="00BD19F7">
        <w:rPr>
          <w:b/>
          <w:sz w:val="28"/>
          <w:szCs w:val="28"/>
        </w:rPr>
        <w:t xml:space="preserve"> </w:t>
      </w:r>
      <w:r w:rsidR="000713A3" w:rsidRPr="00BD19F7">
        <w:rPr>
          <w:b/>
          <w:sz w:val="28"/>
          <w:szCs w:val="28"/>
        </w:rPr>
        <w:t xml:space="preserve">Административный регламент предоставления муниципальной </w:t>
      </w:r>
      <w:r w:rsidR="000C7DA7" w:rsidRPr="000C7DA7">
        <w:rPr>
          <w:b/>
          <w:sz w:val="28"/>
          <w:szCs w:val="28"/>
        </w:rPr>
        <w:t>«</w:t>
      </w:r>
      <w:r w:rsidR="003F3BB1" w:rsidRPr="003F3BB1">
        <w:rPr>
          <w:b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</w:t>
      </w:r>
      <w:r w:rsidR="003F3BB1">
        <w:rPr>
          <w:b/>
          <w:sz w:val="28"/>
          <w:szCs w:val="28"/>
        </w:rPr>
        <w:t>«</w:t>
      </w:r>
      <w:r w:rsidR="003F3BB1" w:rsidRPr="003F3BB1">
        <w:rPr>
          <w:b/>
          <w:sz w:val="28"/>
          <w:szCs w:val="28"/>
        </w:rPr>
        <w:t>Майминский район</w:t>
      </w:r>
      <w:r w:rsidR="00B5657B">
        <w:rPr>
          <w:b/>
          <w:sz w:val="28"/>
          <w:szCs w:val="28"/>
        </w:rPr>
        <w:t>»</w:t>
      </w:r>
    </w:p>
    <w:p w:rsidR="00764686" w:rsidRPr="00084E5C" w:rsidRDefault="00764686" w:rsidP="00816E5C">
      <w:pPr>
        <w:spacing w:before="0" w:line="240" w:lineRule="auto"/>
        <w:ind w:left="0" w:right="0"/>
        <w:rPr>
          <w:sz w:val="28"/>
          <w:szCs w:val="28"/>
        </w:rPr>
      </w:pPr>
    </w:p>
    <w:p w:rsidR="004C1D3C" w:rsidRPr="000917C1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В </w:t>
      </w:r>
      <w:r w:rsidRPr="000917C1">
        <w:rPr>
          <w:rFonts w:ascii="Times New Roman" w:hAnsi="Times New Roman" w:cs="Times New Roman"/>
          <w:sz w:val="28"/>
          <w:szCs w:val="28"/>
        </w:rPr>
        <w:t xml:space="preserve">соответствии с Федеральным </w:t>
      </w:r>
      <w:hyperlink r:id="rId9">
        <w:r w:rsidRPr="000917C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917C1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7C0EE4" w:rsidRPr="000917C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4E5C" w:rsidRPr="000917C1">
        <w:rPr>
          <w:rFonts w:ascii="Times New Roman" w:hAnsi="Times New Roman" w:cs="Times New Roman"/>
          <w:sz w:val="28"/>
          <w:szCs w:val="28"/>
        </w:rPr>
        <w:t>№</w:t>
      </w:r>
      <w:r w:rsidRPr="000917C1">
        <w:rPr>
          <w:rFonts w:ascii="Times New Roman" w:hAnsi="Times New Roman" w:cs="Times New Roman"/>
          <w:sz w:val="28"/>
          <w:szCs w:val="28"/>
        </w:rPr>
        <w:t xml:space="preserve"> 210-ФЗ</w:t>
      </w:r>
      <w:r w:rsidR="00084E5C" w:rsidRPr="000917C1">
        <w:rPr>
          <w:rFonts w:ascii="Times New Roman" w:hAnsi="Times New Roman" w:cs="Times New Roman"/>
          <w:sz w:val="28"/>
          <w:szCs w:val="28"/>
        </w:rPr>
        <w:t xml:space="preserve"> «</w:t>
      </w:r>
      <w:r w:rsidRPr="000917C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84E5C" w:rsidRPr="000917C1">
        <w:rPr>
          <w:rFonts w:ascii="Times New Roman" w:hAnsi="Times New Roman" w:cs="Times New Roman"/>
          <w:sz w:val="28"/>
          <w:szCs w:val="28"/>
        </w:rPr>
        <w:t>»,</w:t>
      </w:r>
      <w:r w:rsidRPr="000917C1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C1D3C" w:rsidRPr="000917C1" w:rsidRDefault="004C1D3C" w:rsidP="000C7D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7C1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B451DA" w:rsidRPr="000917C1">
        <w:rPr>
          <w:rFonts w:ascii="Times New Roman" w:hAnsi="Times New Roman" w:cs="Times New Roman"/>
          <w:sz w:val="28"/>
          <w:szCs w:val="28"/>
        </w:rPr>
        <w:t xml:space="preserve">в </w:t>
      </w:r>
      <w:r w:rsidR="000713A3" w:rsidRPr="000917C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0C7DA7">
        <w:rPr>
          <w:rFonts w:ascii="Times New Roman" w:hAnsi="Times New Roman" w:cs="Times New Roman"/>
          <w:sz w:val="28"/>
          <w:szCs w:val="28"/>
        </w:rPr>
        <w:t>«</w:t>
      </w:r>
      <w:r w:rsidR="00320038" w:rsidRPr="00320038">
        <w:rPr>
          <w:rFonts w:ascii="Times New Roman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</w:t>
      </w:r>
      <w:r w:rsidR="00320038">
        <w:rPr>
          <w:rFonts w:ascii="Times New Roman" w:hAnsi="Times New Roman" w:cs="Times New Roman"/>
          <w:sz w:val="28"/>
          <w:szCs w:val="28"/>
        </w:rPr>
        <w:t>«</w:t>
      </w:r>
      <w:r w:rsidR="00320038" w:rsidRPr="00320038">
        <w:rPr>
          <w:rFonts w:ascii="Times New Roman" w:hAnsi="Times New Roman" w:cs="Times New Roman"/>
          <w:sz w:val="28"/>
          <w:szCs w:val="28"/>
        </w:rPr>
        <w:t>Майминский район</w:t>
      </w:r>
      <w:r w:rsidR="000C7DA7" w:rsidRPr="000C7DA7">
        <w:rPr>
          <w:rFonts w:ascii="Times New Roman" w:hAnsi="Times New Roman" w:cs="Times New Roman"/>
          <w:sz w:val="28"/>
          <w:szCs w:val="28"/>
        </w:rPr>
        <w:t xml:space="preserve">», утвержденный постановлением Администрации муниципального образования «Майминский район» от </w:t>
      </w:r>
      <w:r w:rsidR="00320038">
        <w:rPr>
          <w:rFonts w:ascii="Times New Roman" w:hAnsi="Times New Roman" w:cs="Times New Roman"/>
          <w:sz w:val="28"/>
          <w:szCs w:val="28"/>
        </w:rPr>
        <w:t>20 августа 2021</w:t>
      </w:r>
      <w:r w:rsidR="000C7DA7" w:rsidRPr="000C7DA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20038">
        <w:rPr>
          <w:rFonts w:ascii="Times New Roman" w:hAnsi="Times New Roman" w:cs="Times New Roman"/>
          <w:sz w:val="28"/>
          <w:szCs w:val="28"/>
        </w:rPr>
        <w:t>102</w:t>
      </w:r>
      <w:r w:rsidR="00364D38" w:rsidRPr="00364D38">
        <w:rPr>
          <w:rFonts w:ascii="Times New Roman" w:hAnsi="Times New Roman" w:cs="Times New Roman"/>
          <w:sz w:val="28"/>
          <w:szCs w:val="28"/>
        </w:rPr>
        <w:t xml:space="preserve"> </w:t>
      </w:r>
      <w:r w:rsidR="00084E5C" w:rsidRPr="000917C1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7C0EE4" w:rsidRPr="000917C1">
        <w:rPr>
          <w:rFonts w:ascii="Times New Roman" w:hAnsi="Times New Roman" w:cs="Times New Roman"/>
          <w:sz w:val="28"/>
          <w:szCs w:val="28"/>
        </w:rPr>
        <w:t>,</w:t>
      </w:r>
      <w:r w:rsidRPr="000917C1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0713A3" w:rsidRPr="000917C1">
        <w:rPr>
          <w:rFonts w:ascii="Times New Roman" w:hAnsi="Times New Roman" w:cs="Times New Roman"/>
          <w:sz w:val="28"/>
          <w:szCs w:val="28"/>
        </w:rPr>
        <w:t>изменения:</w:t>
      </w:r>
    </w:p>
    <w:p w:rsidR="003D72E6" w:rsidRPr="000917C1" w:rsidRDefault="00A6730C" w:rsidP="00F130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17C1">
        <w:rPr>
          <w:rFonts w:ascii="Times New Roman" w:hAnsi="Times New Roman" w:cs="Times New Roman"/>
          <w:sz w:val="28"/>
          <w:szCs w:val="28"/>
        </w:rPr>
        <w:t>а)</w:t>
      </w:r>
      <w:r w:rsidR="00F130A3" w:rsidRPr="000917C1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D72E6" w:rsidRPr="000917C1">
        <w:rPr>
          <w:rFonts w:ascii="Times New Roman" w:hAnsi="Times New Roman" w:cs="Times New Roman"/>
          <w:snapToGrid w:val="0"/>
          <w:sz w:val="28"/>
          <w:szCs w:val="28"/>
        </w:rPr>
        <w:t>в разделе II:</w:t>
      </w:r>
    </w:p>
    <w:p w:rsidR="00630568" w:rsidRDefault="00630568" w:rsidP="0063056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917C1">
        <w:rPr>
          <w:rFonts w:ascii="Times New Roman" w:hAnsi="Times New Roman" w:cs="Times New Roman"/>
          <w:snapToGrid w:val="0"/>
          <w:sz w:val="28"/>
          <w:szCs w:val="28"/>
        </w:rPr>
        <w:t xml:space="preserve">пункт </w:t>
      </w:r>
      <w:r w:rsidR="00320038">
        <w:rPr>
          <w:rFonts w:ascii="Times New Roman" w:hAnsi="Times New Roman" w:cs="Times New Roman"/>
          <w:snapToGrid w:val="0"/>
          <w:sz w:val="28"/>
          <w:szCs w:val="28"/>
        </w:rPr>
        <w:t>7 подраздела 2.3</w:t>
      </w:r>
      <w:r w:rsidRPr="000917C1">
        <w:rPr>
          <w:rFonts w:ascii="Times New Roman" w:hAnsi="Times New Roman" w:cs="Times New Roman"/>
          <w:snapToGrid w:val="0"/>
          <w:sz w:val="28"/>
          <w:szCs w:val="28"/>
        </w:rPr>
        <w:t xml:space="preserve"> изложить 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следующей редакции:</w:t>
      </w:r>
    </w:p>
    <w:p w:rsidR="00B5657B" w:rsidRPr="00B5657B" w:rsidRDefault="00630568" w:rsidP="005B4154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z w:val="28"/>
          <w:szCs w:val="28"/>
        </w:rPr>
        <w:t>«</w:t>
      </w:r>
      <w:r w:rsidR="00320038">
        <w:rPr>
          <w:snapToGrid/>
          <w:sz w:val="28"/>
          <w:szCs w:val="28"/>
        </w:rPr>
        <w:t>7</w:t>
      </w:r>
      <w:r w:rsidR="00B5657B" w:rsidRPr="00B5657B">
        <w:rPr>
          <w:snapToGrid/>
          <w:sz w:val="28"/>
          <w:szCs w:val="28"/>
        </w:rPr>
        <w:t>. Результатом предоставления муниципальной услуги является:</w:t>
      </w:r>
    </w:p>
    <w:p w:rsidR="00320038" w:rsidRPr="00320038" w:rsidRDefault="00320038" w:rsidP="0032003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038">
        <w:rPr>
          <w:rFonts w:ascii="Times New Roman" w:hAnsi="Times New Roman" w:cs="Times New Roman"/>
          <w:sz w:val="28"/>
          <w:szCs w:val="28"/>
        </w:rPr>
        <w:t>- выдача (направление) заявителю решения комиссии о соответствии помещения требованиям, предъявляемым к жилому помещению, и его пригодности для проживания;</w:t>
      </w:r>
    </w:p>
    <w:p w:rsidR="00320038" w:rsidRPr="00320038" w:rsidRDefault="00320038" w:rsidP="0032003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038">
        <w:rPr>
          <w:rFonts w:ascii="Times New Roman" w:hAnsi="Times New Roman" w:cs="Times New Roman"/>
          <w:sz w:val="28"/>
          <w:szCs w:val="28"/>
        </w:rPr>
        <w:t>- выдача (направление) заявителю решения комиссии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320038" w:rsidRPr="00320038" w:rsidRDefault="00320038" w:rsidP="0032003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038">
        <w:rPr>
          <w:rFonts w:ascii="Times New Roman" w:hAnsi="Times New Roman" w:cs="Times New Roman"/>
          <w:sz w:val="28"/>
          <w:szCs w:val="28"/>
        </w:rPr>
        <w:t>- выдача (направление) заявителю решения комиссии о выявлении оснований для признания помещения непригодным для проживания;</w:t>
      </w:r>
    </w:p>
    <w:p w:rsidR="00320038" w:rsidRPr="00320038" w:rsidRDefault="00320038" w:rsidP="0032003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038">
        <w:rPr>
          <w:rFonts w:ascii="Times New Roman" w:hAnsi="Times New Roman" w:cs="Times New Roman"/>
          <w:sz w:val="28"/>
          <w:szCs w:val="28"/>
        </w:rPr>
        <w:lastRenderedPageBreak/>
        <w:t>- выдача (направление) заявителю решения комиссии о выявлении оснований для признания многоквартирного дома аварийным и подлежащим сносу или реконструкции;</w:t>
      </w:r>
    </w:p>
    <w:p w:rsidR="00320038" w:rsidRPr="00320038" w:rsidRDefault="00320038" w:rsidP="0032003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038">
        <w:rPr>
          <w:rFonts w:ascii="Times New Roman" w:hAnsi="Times New Roman" w:cs="Times New Roman"/>
          <w:sz w:val="28"/>
          <w:szCs w:val="28"/>
        </w:rPr>
        <w:t>- выдача (направление) заявителю решения комиссии о выявлении оснований для признания многоквартирного дома аварийным и подлежащим сносу;</w:t>
      </w:r>
    </w:p>
    <w:p w:rsidR="00320038" w:rsidRPr="00320038" w:rsidRDefault="00320038" w:rsidP="0032003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038">
        <w:rPr>
          <w:rFonts w:ascii="Times New Roman" w:hAnsi="Times New Roman" w:cs="Times New Roman"/>
          <w:sz w:val="28"/>
          <w:szCs w:val="28"/>
        </w:rPr>
        <w:t>- выдача (направление) заявителю решения комиссии об отсутствии оснований для признания многоквартирного дома аварийным и подлежащим сносу или реконструкции.</w:t>
      </w:r>
    </w:p>
    <w:p w:rsidR="00320038" w:rsidRDefault="00320038" w:rsidP="0032003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038">
        <w:rPr>
          <w:rFonts w:ascii="Times New Roman" w:hAnsi="Times New Roman" w:cs="Times New Roman"/>
          <w:sz w:val="28"/>
          <w:szCs w:val="28"/>
        </w:rPr>
        <w:t>Выдача (направление) заявителю отказа в предоставлении муниципальной услуги на основаниях, предусмотренных пунктами 20 и 33 настоящего Административного регламента.</w:t>
      </w:r>
    </w:p>
    <w:p w:rsidR="00F130A3" w:rsidRPr="00630568" w:rsidRDefault="00F130A3" w:rsidP="0032003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30568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130A3" w:rsidRPr="00630568" w:rsidRDefault="00F130A3" w:rsidP="007B6A9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</w:t>
      </w:r>
      <w:r w:rsidR="000713A3" w:rsidRPr="00630568">
        <w:rPr>
          <w:sz w:val="28"/>
          <w:szCs w:val="28"/>
        </w:rPr>
        <w:t>е в форме документа на бумажном</w:t>
      </w:r>
      <w:r w:rsidR="007B6A9E" w:rsidRPr="00630568">
        <w:rPr>
          <w:sz w:val="28"/>
          <w:szCs w:val="28"/>
        </w:rPr>
        <w:t xml:space="preserve"> носителе</w:t>
      </w:r>
      <w:r w:rsidR="000713A3" w:rsidRPr="00630568">
        <w:rPr>
          <w:sz w:val="28"/>
          <w:szCs w:val="28"/>
        </w:rPr>
        <w:t xml:space="preserve">, не могут быть предоставлены другому законному представителю </w:t>
      </w:r>
      <w:r w:rsidRPr="00630568">
        <w:rPr>
          <w:sz w:val="28"/>
          <w:szCs w:val="28"/>
        </w:rPr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130A3" w:rsidRPr="00630568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630568">
        <w:rPr>
          <w:snapToGrid/>
          <w:sz w:val="28"/>
          <w:szCs w:val="28"/>
        </w:rPr>
        <w:t>«Об организации предоставления государственных и муниципальных услуг»</w:t>
      </w:r>
      <w:r w:rsidRPr="00630568">
        <w:rPr>
          <w:sz w:val="28"/>
          <w:szCs w:val="28"/>
        </w:rPr>
        <w:t>.»;</w:t>
      </w:r>
    </w:p>
    <w:p w:rsidR="00F130A3" w:rsidRDefault="00320038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2.5</w:t>
      </w:r>
      <w:r w:rsidR="00F130A3">
        <w:rPr>
          <w:sz w:val="28"/>
          <w:szCs w:val="28"/>
        </w:rPr>
        <w:t>. признать утратившим силу;</w:t>
      </w:r>
    </w:p>
    <w:p w:rsidR="00B5657B" w:rsidRDefault="00B5657B" w:rsidP="00B5657B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320038">
        <w:rPr>
          <w:sz w:val="28"/>
          <w:szCs w:val="28"/>
        </w:rPr>
        <w:t>22 подраздела 2.10</w:t>
      </w:r>
      <w:r>
        <w:rPr>
          <w:sz w:val="28"/>
          <w:szCs w:val="28"/>
        </w:rPr>
        <w:t xml:space="preserve"> изложить в следующей редакции:</w:t>
      </w:r>
    </w:p>
    <w:p w:rsidR="00B5657B" w:rsidRPr="004F6165" w:rsidRDefault="00B5657B" w:rsidP="00B5657B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20038">
        <w:rPr>
          <w:sz w:val="28"/>
          <w:szCs w:val="28"/>
        </w:rPr>
        <w:t>22</w:t>
      </w:r>
      <w:r>
        <w:rPr>
          <w:sz w:val="28"/>
          <w:szCs w:val="28"/>
        </w:rPr>
        <w:t xml:space="preserve">. </w:t>
      </w:r>
      <w:r w:rsidRPr="004F6165">
        <w:rPr>
          <w:sz w:val="28"/>
          <w:szCs w:val="28"/>
        </w:rPr>
        <w:t xml:space="preserve">Максимальный срок ожидания в очереди при подаче запроса о предоставлении государственной или муниципальной услуги и при </w:t>
      </w:r>
      <w:r w:rsidRPr="004F6165">
        <w:rPr>
          <w:sz w:val="28"/>
          <w:szCs w:val="28"/>
        </w:rPr>
        <w:lastRenderedPageBreak/>
        <w:t>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минут.»;</w:t>
      </w:r>
    </w:p>
    <w:p w:rsidR="004F6165" w:rsidRPr="004F6165" w:rsidRDefault="00320038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4F6165" w:rsidRPr="004F6165">
        <w:rPr>
          <w:sz w:val="28"/>
          <w:szCs w:val="28"/>
        </w:rPr>
        <w:t xml:space="preserve">) раздел </w:t>
      </w:r>
      <w:r w:rsidR="004F6165" w:rsidRPr="004F6165">
        <w:rPr>
          <w:sz w:val="28"/>
          <w:szCs w:val="28"/>
          <w:lang w:val="en-US"/>
        </w:rPr>
        <w:t>IV</w:t>
      </w:r>
      <w:r w:rsidR="004F6165" w:rsidRPr="004F6165">
        <w:rPr>
          <w:sz w:val="28"/>
          <w:szCs w:val="28"/>
        </w:rPr>
        <w:t xml:space="preserve"> признать утратившим силу;</w:t>
      </w:r>
    </w:p>
    <w:p w:rsidR="004F6165" w:rsidRPr="004F6165" w:rsidRDefault="00320038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bookmarkStart w:id="0" w:name="_GoBack"/>
      <w:bookmarkEnd w:id="0"/>
      <w:r w:rsidR="004F6165" w:rsidRPr="004F6165">
        <w:rPr>
          <w:sz w:val="28"/>
          <w:szCs w:val="28"/>
        </w:rPr>
        <w:t xml:space="preserve">) раздел </w:t>
      </w:r>
      <w:r w:rsidR="004F6165" w:rsidRPr="004F6165">
        <w:rPr>
          <w:sz w:val="28"/>
          <w:szCs w:val="28"/>
          <w:lang w:val="en-US"/>
        </w:rPr>
        <w:t>V</w:t>
      </w:r>
      <w:r w:rsidR="004F6165" w:rsidRPr="004F6165">
        <w:rPr>
          <w:sz w:val="28"/>
          <w:szCs w:val="28"/>
        </w:rPr>
        <w:t xml:space="preserve"> признать утратившим силу.</w:t>
      </w:r>
    </w:p>
    <w:p w:rsidR="004F6165" w:rsidRPr="004F6165" w:rsidRDefault="004F6165" w:rsidP="004F616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r w:rsidRPr="004F6165">
        <w:rPr>
          <w:sz w:val="28"/>
          <w:szCs w:val="28"/>
        </w:rPr>
        <w:t>Автономному учреждению редакция газеты «Сельчанка в Майминском районе» опубликовать настоящее Постановление в сетевом издании газеты «Сельчанка».</w:t>
      </w:r>
    </w:p>
    <w:p w:rsidR="004F6165" w:rsidRPr="004F6165" w:rsidRDefault="004F6165" w:rsidP="004F616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Майминского района» в информационно - телекоммуникационной сети «Интернет».</w:t>
      </w:r>
    </w:p>
    <w:p w:rsidR="004C1D3C" w:rsidRPr="00084E5C" w:rsidRDefault="004C1D3C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 w:rsidR="009A162D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084E5C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муниципального образования </w:t>
      </w:r>
      <w:r w:rsidR="00457FF3" w:rsidRPr="00084E5C">
        <w:rPr>
          <w:rFonts w:ascii="Times New Roman" w:hAnsi="Times New Roman" w:cs="Times New Roman"/>
          <w:sz w:val="28"/>
          <w:szCs w:val="28"/>
        </w:rPr>
        <w:t>«</w:t>
      </w:r>
      <w:r w:rsidRPr="00084E5C">
        <w:rPr>
          <w:rFonts w:ascii="Times New Roman" w:hAnsi="Times New Roman" w:cs="Times New Roman"/>
          <w:sz w:val="28"/>
          <w:szCs w:val="28"/>
        </w:rPr>
        <w:t>Майминский район</w:t>
      </w:r>
      <w:r w:rsidR="00457FF3" w:rsidRPr="00084E5C">
        <w:rPr>
          <w:rFonts w:ascii="Times New Roman" w:hAnsi="Times New Roman" w:cs="Times New Roman"/>
          <w:sz w:val="28"/>
          <w:szCs w:val="28"/>
        </w:rPr>
        <w:t>»</w:t>
      </w:r>
      <w:r w:rsidRPr="00084E5C">
        <w:rPr>
          <w:rFonts w:ascii="Times New Roman" w:hAnsi="Times New Roman" w:cs="Times New Roman"/>
          <w:sz w:val="28"/>
          <w:szCs w:val="28"/>
        </w:rPr>
        <w:t xml:space="preserve"> </w:t>
      </w:r>
      <w:r w:rsidR="009A162D">
        <w:rPr>
          <w:rFonts w:ascii="Times New Roman" w:hAnsi="Times New Roman" w:cs="Times New Roman"/>
          <w:sz w:val="28"/>
          <w:szCs w:val="28"/>
        </w:rPr>
        <w:t>А.Х. Литвинову</w:t>
      </w:r>
      <w:r w:rsidR="00AD188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c"/>
        <w:tblW w:w="9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565"/>
      </w:tblGrid>
      <w:tr w:rsidR="007635F5" w:rsidRPr="00084E5C" w:rsidTr="00C96642">
        <w:trPr>
          <w:trHeight w:val="2010"/>
        </w:trPr>
        <w:tc>
          <w:tcPr>
            <w:tcW w:w="4605" w:type="dxa"/>
          </w:tcPr>
          <w:p w:rsidR="0070371F" w:rsidRPr="00084E5C" w:rsidRDefault="0070371F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88132A" w:rsidRDefault="0088132A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7C0EE4" w:rsidRPr="00084E5C" w:rsidRDefault="007C0EE4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</w:p>
          <w:p w:rsidR="00FF425E" w:rsidRPr="00084E5C" w:rsidRDefault="007D05A2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Глав</w:t>
            </w:r>
            <w:r w:rsidR="0070371F" w:rsidRPr="00084E5C">
              <w:rPr>
                <w:sz w:val="28"/>
                <w:szCs w:val="28"/>
              </w:rPr>
              <w:t>а</w:t>
            </w:r>
            <w:r w:rsidR="007C0EE4">
              <w:rPr>
                <w:sz w:val="28"/>
                <w:szCs w:val="28"/>
              </w:rPr>
              <w:t xml:space="preserve"> Администрации</w:t>
            </w:r>
            <w:r w:rsidR="00510575" w:rsidRPr="00084E5C">
              <w:rPr>
                <w:sz w:val="28"/>
                <w:szCs w:val="28"/>
              </w:rPr>
              <w:t xml:space="preserve"> </w:t>
            </w:r>
            <w:r w:rsidR="004C7E48" w:rsidRPr="00084E5C">
              <w:rPr>
                <w:sz w:val="28"/>
                <w:szCs w:val="28"/>
              </w:rPr>
              <w:t>муниципального образования</w:t>
            </w:r>
          </w:p>
          <w:p w:rsidR="004C7E48" w:rsidRPr="00084E5C" w:rsidRDefault="004C7E48" w:rsidP="00FF425E">
            <w:pPr>
              <w:spacing w:before="0" w:line="240" w:lineRule="auto"/>
              <w:ind w:left="0" w:right="0"/>
              <w:jc w:val="left"/>
              <w:rPr>
                <w:sz w:val="28"/>
                <w:szCs w:val="28"/>
              </w:rPr>
            </w:pPr>
            <w:r w:rsidRPr="00084E5C">
              <w:rPr>
                <w:sz w:val="28"/>
                <w:szCs w:val="28"/>
              </w:rPr>
              <w:t>«Майминский район»</w:t>
            </w:r>
          </w:p>
        </w:tc>
        <w:tc>
          <w:tcPr>
            <w:tcW w:w="4565" w:type="dxa"/>
          </w:tcPr>
          <w:p w:rsidR="00FF425E" w:rsidRPr="00084E5C" w:rsidRDefault="00FF425E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510575" w:rsidRPr="00084E5C" w:rsidRDefault="00510575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88132A" w:rsidRPr="00084E5C" w:rsidRDefault="0088132A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7C0EE4" w:rsidRDefault="007C0EE4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</w:p>
          <w:p w:rsidR="004C7E48" w:rsidRPr="00084E5C" w:rsidRDefault="003A3292" w:rsidP="00FF425E">
            <w:pPr>
              <w:spacing w:before="0" w:line="240" w:lineRule="auto"/>
              <w:ind w:left="0" w:righ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96642">
              <w:rPr>
                <w:sz w:val="28"/>
                <w:szCs w:val="28"/>
              </w:rPr>
              <w:t xml:space="preserve">    </w:t>
            </w:r>
            <w:r w:rsidR="007C0EE4">
              <w:rPr>
                <w:sz w:val="28"/>
                <w:szCs w:val="28"/>
              </w:rPr>
              <w:t>П.</w:t>
            </w:r>
            <w:r w:rsidR="0070371F" w:rsidRPr="00084E5C">
              <w:rPr>
                <w:sz w:val="28"/>
                <w:szCs w:val="28"/>
              </w:rPr>
              <w:t>В. Громов</w:t>
            </w:r>
          </w:p>
        </w:tc>
      </w:tr>
    </w:tbl>
    <w:p w:rsidR="00FF425E" w:rsidRDefault="00FF425E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50220B" w:rsidRDefault="0050220B" w:rsidP="00FF425E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7B6A9E" w:rsidRDefault="007B6A9E" w:rsidP="00FF425E">
      <w:pPr>
        <w:spacing w:before="0" w:line="240" w:lineRule="auto"/>
        <w:ind w:left="0" w:right="0" w:firstLine="709"/>
        <w:jc w:val="both"/>
        <w:rPr>
          <w:sz w:val="27"/>
          <w:szCs w:val="27"/>
        </w:rPr>
      </w:pPr>
    </w:p>
    <w:p w:rsidR="007B6A9E" w:rsidRPr="00764686" w:rsidRDefault="007B6A9E" w:rsidP="004F6165">
      <w:pPr>
        <w:spacing w:before="0" w:line="240" w:lineRule="auto"/>
        <w:ind w:left="0" w:right="0"/>
        <w:jc w:val="both"/>
        <w:rPr>
          <w:sz w:val="27"/>
          <w:szCs w:val="27"/>
        </w:rPr>
      </w:pPr>
    </w:p>
    <w:sectPr w:rsidR="007B6A9E" w:rsidRPr="00764686" w:rsidSect="00C96642">
      <w:headerReference w:type="default" r:id="rId10"/>
      <w:pgSz w:w="11907" w:h="16840" w:code="9"/>
      <w:pgMar w:top="851" w:right="851" w:bottom="709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446" w:rsidRDefault="00562446" w:rsidP="00F2108F">
      <w:pPr>
        <w:spacing w:before="0" w:line="240" w:lineRule="auto"/>
      </w:pPr>
      <w:r>
        <w:separator/>
      </w:r>
    </w:p>
  </w:endnote>
  <w:endnote w:type="continuationSeparator" w:id="0">
    <w:p w:rsidR="00562446" w:rsidRDefault="00562446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446" w:rsidRDefault="00562446" w:rsidP="00F2108F">
      <w:pPr>
        <w:spacing w:before="0" w:line="240" w:lineRule="auto"/>
      </w:pPr>
      <w:r>
        <w:separator/>
      </w:r>
    </w:p>
  </w:footnote>
  <w:footnote w:type="continuationSeparator" w:id="0">
    <w:p w:rsidR="00562446" w:rsidRDefault="00562446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816E5C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320038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18E12E2E"/>
    <w:multiLevelType w:val="hybridMultilevel"/>
    <w:tmpl w:val="8424C2C2"/>
    <w:lvl w:ilvl="0" w:tplc="FF365A82">
      <w:start w:val="5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36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65200A"/>
    <w:multiLevelType w:val="hybridMultilevel"/>
    <w:tmpl w:val="BEC621F0"/>
    <w:lvl w:ilvl="0" w:tplc="799E37FA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7" w15:restartNumberingAfterBreak="0">
    <w:nsid w:val="31FB1D77"/>
    <w:multiLevelType w:val="multilevel"/>
    <w:tmpl w:val="44AC0A18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abstractNum w:abstractNumId="8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1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8E0C9A"/>
    <w:multiLevelType w:val="multilevel"/>
    <w:tmpl w:val="6742C18A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800"/>
      </w:pPr>
      <w:rPr>
        <w:rFonts w:hint="default"/>
      </w:rPr>
    </w:lvl>
  </w:abstractNum>
  <w:abstractNum w:abstractNumId="13" w15:restartNumberingAfterBreak="0">
    <w:nsid w:val="4BB10C1A"/>
    <w:multiLevelType w:val="hybridMultilevel"/>
    <w:tmpl w:val="6E3A1452"/>
    <w:lvl w:ilvl="0" w:tplc="F386F85C">
      <w:start w:val="5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7F5692B"/>
    <w:multiLevelType w:val="multilevel"/>
    <w:tmpl w:val="A78E9EB0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11"/>
  </w:num>
  <w:num w:numId="5">
    <w:abstractNumId w:val="9"/>
  </w:num>
  <w:num w:numId="6">
    <w:abstractNumId w:val="16"/>
  </w:num>
  <w:num w:numId="7">
    <w:abstractNumId w:val="8"/>
  </w:num>
  <w:num w:numId="8">
    <w:abstractNumId w:val="19"/>
  </w:num>
  <w:num w:numId="9">
    <w:abstractNumId w:val="1"/>
  </w:num>
  <w:num w:numId="10">
    <w:abstractNumId w:val="0"/>
  </w:num>
  <w:num w:numId="11">
    <w:abstractNumId w:val="18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0"/>
  </w:num>
  <w:num w:numId="15">
    <w:abstractNumId w:val="13"/>
  </w:num>
  <w:num w:numId="16">
    <w:abstractNumId w:val="5"/>
  </w:num>
  <w:num w:numId="17">
    <w:abstractNumId w:val="2"/>
  </w:num>
  <w:num w:numId="18">
    <w:abstractNumId w:val="12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15"/>
    <w:rsid w:val="00012D7A"/>
    <w:rsid w:val="000302C6"/>
    <w:rsid w:val="000431F7"/>
    <w:rsid w:val="00045354"/>
    <w:rsid w:val="00052B8B"/>
    <w:rsid w:val="000713A3"/>
    <w:rsid w:val="00077E91"/>
    <w:rsid w:val="00084E5C"/>
    <w:rsid w:val="000917C1"/>
    <w:rsid w:val="00096503"/>
    <w:rsid w:val="000B5288"/>
    <w:rsid w:val="000C5751"/>
    <w:rsid w:val="000C7DA7"/>
    <w:rsid w:val="000D2626"/>
    <w:rsid w:val="000E403E"/>
    <w:rsid w:val="000F3093"/>
    <w:rsid w:val="000F57F8"/>
    <w:rsid w:val="000F72B5"/>
    <w:rsid w:val="00106C08"/>
    <w:rsid w:val="001310BB"/>
    <w:rsid w:val="00131E2F"/>
    <w:rsid w:val="001810B8"/>
    <w:rsid w:val="001B15DB"/>
    <w:rsid w:val="001E0958"/>
    <w:rsid w:val="001F0A15"/>
    <w:rsid w:val="001F3BB5"/>
    <w:rsid w:val="00220673"/>
    <w:rsid w:val="0026168B"/>
    <w:rsid w:val="00264285"/>
    <w:rsid w:val="00276A3D"/>
    <w:rsid w:val="00290593"/>
    <w:rsid w:val="002906E0"/>
    <w:rsid w:val="002D39AF"/>
    <w:rsid w:val="002D55C5"/>
    <w:rsid w:val="002D6D0B"/>
    <w:rsid w:val="002E7A15"/>
    <w:rsid w:val="002F3D47"/>
    <w:rsid w:val="00303952"/>
    <w:rsid w:val="00307F16"/>
    <w:rsid w:val="00315F64"/>
    <w:rsid w:val="00320038"/>
    <w:rsid w:val="0032583C"/>
    <w:rsid w:val="00361126"/>
    <w:rsid w:val="00364D38"/>
    <w:rsid w:val="0037348A"/>
    <w:rsid w:val="00396145"/>
    <w:rsid w:val="00396985"/>
    <w:rsid w:val="003A3292"/>
    <w:rsid w:val="003C7EC1"/>
    <w:rsid w:val="003D4801"/>
    <w:rsid w:val="003D495C"/>
    <w:rsid w:val="003D72E6"/>
    <w:rsid w:val="003E4191"/>
    <w:rsid w:val="003F3502"/>
    <w:rsid w:val="003F3BB1"/>
    <w:rsid w:val="00413CD4"/>
    <w:rsid w:val="004250C6"/>
    <w:rsid w:val="00446DCC"/>
    <w:rsid w:val="004521BE"/>
    <w:rsid w:val="004559EA"/>
    <w:rsid w:val="00457FF3"/>
    <w:rsid w:val="004612B8"/>
    <w:rsid w:val="0046139A"/>
    <w:rsid w:val="004618D4"/>
    <w:rsid w:val="00473FF5"/>
    <w:rsid w:val="004935BF"/>
    <w:rsid w:val="004A63D4"/>
    <w:rsid w:val="004A6C13"/>
    <w:rsid w:val="004C1D3C"/>
    <w:rsid w:val="004C2AB5"/>
    <w:rsid w:val="004C30BE"/>
    <w:rsid w:val="004C7E48"/>
    <w:rsid w:val="004E4611"/>
    <w:rsid w:val="004F6165"/>
    <w:rsid w:val="004F73B1"/>
    <w:rsid w:val="0050220B"/>
    <w:rsid w:val="00510575"/>
    <w:rsid w:val="005222B1"/>
    <w:rsid w:val="005308A2"/>
    <w:rsid w:val="00550426"/>
    <w:rsid w:val="00562446"/>
    <w:rsid w:val="0056647A"/>
    <w:rsid w:val="00571760"/>
    <w:rsid w:val="00575B19"/>
    <w:rsid w:val="005911EF"/>
    <w:rsid w:val="005B1E55"/>
    <w:rsid w:val="005B2080"/>
    <w:rsid w:val="005B4154"/>
    <w:rsid w:val="005C7654"/>
    <w:rsid w:val="005C7E01"/>
    <w:rsid w:val="005D0AEB"/>
    <w:rsid w:val="005D763E"/>
    <w:rsid w:val="005E51C7"/>
    <w:rsid w:val="005E5DC7"/>
    <w:rsid w:val="005F2945"/>
    <w:rsid w:val="00614874"/>
    <w:rsid w:val="006203AD"/>
    <w:rsid w:val="00626870"/>
    <w:rsid w:val="00627A2E"/>
    <w:rsid w:val="00630568"/>
    <w:rsid w:val="00630745"/>
    <w:rsid w:val="00642766"/>
    <w:rsid w:val="006471C6"/>
    <w:rsid w:val="00663658"/>
    <w:rsid w:val="00694ED6"/>
    <w:rsid w:val="006A1871"/>
    <w:rsid w:val="006B6854"/>
    <w:rsid w:val="006C465E"/>
    <w:rsid w:val="006C7991"/>
    <w:rsid w:val="006D4AF3"/>
    <w:rsid w:val="006F1597"/>
    <w:rsid w:val="0070216B"/>
    <w:rsid w:val="00702338"/>
    <w:rsid w:val="0070371F"/>
    <w:rsid w:val="007059D4"/>
    <w:rsid w:val="00714CC7"/>
    <w:rsid w:val="00727287"/>
    <w:rsid w:val="00732D82"/>
    <w:rsid w:val="00733ECA"/>
    <w:rsid w:val="007461ED"/>
    <w:rsid w:val="007469E2"/>
    <w:rsid w:val="00752C0A"/>
    <w:rsid w:val="0075430F"/>
    <w:rsid w:val="007570DF"/>
    <w:rsid w:val="007635F5"/>
    <w:rsid w:val="00764686"/>
    <w:rsid w:val="007766EE"/>
    <w:rsid w:val="007906A2"/>
    <w:rsid w:val="00790C0A"/>
    <w:rsid w:val="007B26BC"/>
    <w:rsid w:val="007B6A9E"/>
    <w:rsid w:val="007C0EE4"/>
    <w:rsid w:val="007C15D6"/>
    <w:rsid w:val="007D05A2"/>
    <w:rsid w:val="007D6256"/>
    <w:rsid w:val="007E452D"/>
    <w:rsid w:val="00816E5C"/>
    <w:rsid w:val="00820C23"/>
    <w:rsid w:val="00827902"/>
    <w:rsid w:val="008315BB"/>
    <w:rsid w:val="00833C21"/>
    <w:rsid w:val="00833F27"/>
    <w:rsid w:val="00834338"/>
    <w:rsid w:val="008434FE"/>
    <w:rsid w:val="00845296"/>
    <w:rsid w:val="00855639"/>
    <w:rsid w:val="008579F7"/>
    <w:rsid w:val="0088132A"/>
    <w:rsid w:val="00881BF7"/>
    <w:rsid w:val="00892CC6"/>
    <w:rsid w:val="008A2EBF"/>
    <w:rsid w:val="008C33AD"/>
    <w:rsid w:val="008C36BE"/>
    <w:rsid w:val="008C68C5"/>
    <w:rsid w:val="008D3CA7"/>
    <w:rsid w:val="008D6A63"/>
    <w:rsid w:val="00937B72"/>
    <w:rsid w:val="00943948"/>
    <w:rsid w:val="00957046"/>
    <w:rsid w:val="00957916"/>
    <w:rsid w:val="0096170A"/>
    <w:rsid w:val="00966B41"/>
    <w:rsid w:val="00971B13"/>
    <w:rsid w:val="00980E3C"/>
    <w:rsid w:val="00995819"/>
    <w:rsid w:val="009A162D"/>
    <w:rsid w:val="009B3C29"/>
    <w:rsid w:val="009C0071"/>
    <w:rsid w:val="009D3374"/>
    <w:rsid w:val="009D747A"/>
    <w:rsid w:val="009E48E5"/>
    <w:rsid w:val="00A04328"/>
    <w:rsid w:val="00A6730C"/>
    <w:rsid w:val="00AA19AA"/>
    <w:rsid w:val="00AA2E95"/>
    <w:rsid w:val="00AD1886"/>
    <w:rsid w:val="00AD622A"/>
    <w:rsid w:val="00AE2AD3"/>
    <w:rsid w:val="00AE3AF5"/>
    <w:rsid w:val="00AF37D5"/>
    <w:rsid w:val="00B04021"/>
    <w:rsid w:val="00B2660B"/>
    <w:rsid w:val="00B451DA"/>
    <w:rsid w:val="00B5657B"/>
    <w:rsid w:val="00B80D85"/>
    <w:rsid w:val="00B90907"/>
    <w:rsid w:val="00BC6A90"/>
    <w:rsid w:val="00BD19F7"/>
    <w:rsid w:val="00C02DF4"/>
    <w:rsid w:val="00C05D34"/>
    <w:rsid w:val="00C14885"/>
    <w:rsid w:val="00C35C5D"/>
    <w:rsid w:val="00C51D72"/>
    <w:rsid w:val="00C53674"/>
    <w:rsid w:val="00C73971"/>
    <w:rsid w:val="00C83E41"/>
    <w:rsid w:val="00C90803"/>
    <w:rsid w:val="00C928A7"/>
    <w:rsid w:val="00C96642"/>
    <w:rsid w:val="00CB23A6"/>
    <w:rsid w:val="00CB479D"/>
    <w:rsid w:val="00CD7E7B"/>
    <w:rsid w:val="00CE109D"/>
    <w:rsid w:val="00CE64CE"/>
    <w:rsid w:val="00D0141C"/>
    <w:rsid w:val="00D120AD"/>
    <w:rsid w:val="00D246A8"/>
    <w:rsid w:val="00D328BE"/>
    <w:rsid w:val="00D461AF"/>
    <w:rsid w:val="00D46D66"/>
    <w:rsid w:val="00D50A20"/>
    <w:rsid w:val="00D7680D"/>
    <w:rsid w:val="00D805D8"/>
    <w:rsid w:val="00DB2DDD"/>
    <w:rsid w:val="00DD3A47"/>
    <w:rsid w:val="00DD6786"/>
    <w:rsid w:val="00DF0954"/>
    <w:rsid w:val="00DF2439"/>
    <w:rsid w:val="00E04696"/>
    <w:rsid w:val="00E32E77"/>
    <w:rsid w:val="00E33DFA"/>
    <w:rsid w:val="00E920FC"/>
    <w:rsid w:val="00E97E6E"/>
    <w:rsid w:val="00EA2851"/>
    <w:rsid w:val="00ED7509"/>
    <w:rsid w:val="00EE343A"/>
    <w:rsid w:val="00F130A3"/>
    <w:rsid w:val="00F17625"/>
    <w:rsid w:val="00F2108F"/>
    <w:rsid w:val="00F44521"/>
    <w:rsid w:val="00F50423"/>
    <w:rsid w:val="00F67DA9"/>
    <w:rsid w:val="00F74D62"/>
    <w:rsid w:val="00F77797"/>
    <w:rsid w:val="00F81AFD"/>
    <w:rsid w:val="00F83CE5"/>
    <w:rsid w:val="00F919AA"/>
    <w:rsid w:val="00FA5995"/>
    <w:rsid w:val="00FB3E6E"/>
    <w:rsid w:val="00FB77E6"/>
    <w:rsid w:val="00FC0CEA"/>
    <w:rsid w:val="00FE2A56"/>
    <w:rsid w:val="00FE4944"/>
    <w:rsid w:val="00FE4BD2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CD94ED"/>
  <w15:docId w15:val="{3161B16F-1EB6-48F9-9689-AB2EF299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30C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rsid w:val="007B2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right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7B26BC"/>
    <w:rPr>
      <w:rFonts w:ascii="Courier New" w:hAnsi="Courier New" w:cs="Courier New"/>
    </w:rPr>
  </w:style>
  <w:style w:type="paragraph" w:customStyle="1" w:styleId="ConsPlusNormal">
    <w:name w:val="ConsPlusNormal"/>
    <w:qFormat/>
    <w:rsid w:val="007021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21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">
    <w:name w:val="List Paragraph"/>
    <w:basedOn w:val="a0"/>
    <w:uiPriority w:val="1"/>
    <w:qFormat/>
    <w:rsid w:val="00F130A3"/>
    <w:pPr>
      <w:widowControl/>
      <w:numPr>
        <w:numId w:val="11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2;&#1072;&#1090;&#1077;&#1088;&#1080;&#1085;&#1072;\Desktop\&#1072;&#1076;&#1084;&#1080;&#1085;&#1080;&#1089;&#1090;&#1088;&#1072;&#1094;&#1080;&#1103;\&#1044;&#1054;&#1050;&#1059;&#1052;&#1045;&#1053;&#1058;&#1067;\&#1056;&#1040;&#1041;&#1054;&#1063;&#1040;&#1071;%20&#1042;&#1053;&#1059;&#1058;&#1056;&#1045;&#1053;&#1053;&#1071;&#1071;\2020\&#1089;&#1077;&#1090;&#1080;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05BC47-DD83-41AC-B09D-F396ECC2B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96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договор к-п жилого дома консультатн</dc:creator>
  <cp:keywords/>
  <dc:description/>
  <cp:lastModifiedBy>0215Bazai</cp:lastModifiedBy>
  <cp:revision>9</cp:revision>
  <cp:lastPrinted>2025-04-24T07:07:00Z</cp:lastPrinted>
  <dcterms:created xsi:type="dcterms:W3CDTF">2025-03-28T03:44:00Z</dcterms:created>
  <dcterms:modified xsi:type="dcterms:W3CDTF">2025-04-24T07:08:00Z</dcterms:modified>
</cp:coreProperties>
</file>